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1D6BEE98">
      <w:pPr>
        <w:spacing w:before="0" w:line="240" w:lineRule="exact"/>
        <w:rPr>
          <w:sz w:val="24"/>
          <w:szCs w:val="24"/>
        </w:rPr>
      </w:pPr>
    </w:p>
    <w:p w14:paraId="51825181">
      <w:pPr>
        <w:spacing w:before="5" w:line="300" w:lineRule="exact"/>
        <w:rPr>
          <w:sz w:val="30"/>
          <w:szCs w:val="30"/>
        </w:rPr>
      </w:pPr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  <w:bookmarkStart w:id="0" w:name="_GoBack"/>
      <w:bookmarkEnd w:id="0"/>
    </w:p>
    <w:p w14:paraId="2FF5CF85">
      <w:pPr>
        <w:spacing w:before="16" w:line="320" w:lineRule="exact"/>
        <w:rPr>
          <w:sz w:val="24"/>
          <w:szCs w:val="24"/>
        </w:rPr>
      </w:pPr>
    </w:p>
    <w:p w14:paraId="17EAB6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деоници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Ловћенац од км 128+849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(укључиво) до км 142+682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Бачка Топола (искључиво).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</w:p>
    <w:p w14:paraId="214457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76700A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714C32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China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6BEFA8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</w:p>
    <w:p w14:paraId="47F4C4A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89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ROP-MSGI-27315-WA-10/2022 (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 xml:space="preserve">бр.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351-06-02250/2022-07)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од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01.08.2022 године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>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4281F1CF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2EDB6893">
      <w:pPr>
        <w:spacing w:before="0"/>
        <w:ind w:left="0" w:right="160" w:firstLine="0"/>
        <w:jc w:val="center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радова:</w:t>
      </w:r>
    </w:p>
    <w:p w14:paraId="0B36C5F9">
      <w:pPr>
        <w:spacing w:before="8" w:line="190" w:lineRule="exact"/>
        <w:rPr>
          <w:rFonts w:hint="default" w:ascii="Times New Roman" w:hAnsi="Times New Roman" w:cs="Times New Roman"/>
          <w:sz w:val="24"/>
          <w:szCs w:val="24"/>
        </w:rPr>
      </w:pPr>
    </w:p>
    <w:p w14:paraId="0C8BEEC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BA15D09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442D8B9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1537103F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718267E8">
      <w:pPr>
        <w:spacing w:before="0" w:line="220" w:lineRule="exact"/>
        <w:ind w:firstLine="6960" w:firstLineChars="2900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_________________</w:t>
      </w:r>
    </w:p>
    <w:p w14:paraId="5DB9E703">
      <w:pPr>
        <w:spacing w:before="0"/>
        <w:ind w:right="159" w:firstLine="7200" w:firstLineChars="300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Саша Радујко</w:t>
      </w:r>
    </w:p>
    <w:p w14:paraId="6365B951">
      <w:pPr>
        <w:spacing w:before="0"/>
        <w:ind w:right="159" w:firstLine="7080" w:firstLineChars="295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21332F5"/>
    <w:rsid w:val="0337437A"/>
    <w:rsid w:val="0365745B"/>
    <w:rsid w:val="04884EE2"/>
    <w:rsid w:val="04906F0D"/>
    <w:rsid w:val="06A9177A"/>
    <w:rsid w:val="07D97A97"/>
    <w:rsid w:val="08396925"/>
    <w:rsid w:val="0971670A"/>
    <w:rsid w:val="0A102D91"/>
    <w:rsid w:val="0AC8253F"/>
    <w:rsid w:val="0B51119F"/>
    <w:rsid w:val="0C9A243A"/>
    <w:rsid w:val="0D213FAD"/>
    <w:rsid w:val="0FFB36E2"/>
    <w:rsid w:val="11663318"/>
    <w:rsid w:val="11ED391B"/>
    <w:rsid w:val="11F56BBF"/>
    <w:rsid w:val="12252451"/>
    <w:rsid w:val="122D616A"/>
    <w:rsid w:val="12A51AA6"/>
    <w:rsid w:val="14476C53"/>
    <w:rsid w:val="14E70D5B"/>
    <w:rsid w:val="14FF2B7F"/>
    <w:rsid w:val="15096D11"/>
    <w:rsid w:val="15595B46"/>
    <w:rsid w:val="173B7F2B"/>
    <w:rsid w:val="1A16195D"/>
    <w:rsid w:val="1C5E7298"/>
    <w:rsid w:val="1CDA2465"/>
    <w:rsid w:val="1D2302DB"/>
    <w:rsid w:val="1D324E84"/>
    <w:rsid w:val="1DD94587"/>
    <w:rsid w:val="1EE559BD"/>
    <w:rsid w:val="1EEC7E7C"/>
    <w:rsid w:val="1F275BAD"/>
    <w:rsid w:val="1F4B0BE5"/>
    <w:rsid w:val="1FF33540"/>
    <w:rsid w:val="20054270"/>
    <w:rsid w:val="205F522A"/>
    <w:rsid w:val="20937887"/>
    <w:rsid w:val="219F1439"/>
    <w:rsid w:val="241B5F4A"/>
    <w:rsid w:val="246F08CD"/>
    <w:rsid w:val="27102AA5"/>
    <w:rsid w:val="28392DDD"/>
    <w:rsid w:val="2B5F2D34"/>
    <w:rsid w:val="2B623884"/>
    <w:rsid w:val="2C0547C6"/>
    <w:rsid w:val="2D0B6117"/>
    <w:rsid w:val="2D9D6E66"/>
    <w:rsid w:val="2DBE739B"/>
    <w:rsid w:val="2DCE7635"/>
    <w:rsid w:val="2DEC6BE5"/>
    <w:rsid w:val="2E054191"/>
    <w:rsid w:val="2EF8259B"/>
    <w:rsid w:val="306D1203"/>
    <w:rsid w:val="31BC5A69"/>
    <w:rsid w:val="31F46A75"/>
    <w:rsid w:val="32C5265C"/>
    <w:rsid w:val="331E076C"/>
    <w:rsid w:val="34397CA4"/>
    <w:rsid w:val="3491064E"/>
    <w:rsid w:val="34DB3F45"/>
    <w:rsid w:val="3553534C"/>
    <w:rsid w:val="360E713C"/>
    <w:rsid w:val="363B759F"/>
    <w:rsid w:val="3690132A"/>
    <w:rsid w:val="36C7606F"/>
    <w:rsid w:val="370B41DA"/>
    <w:rsid w:val="383C5BD0"/>
    <w:rsid w:val="398B3757"/>
    <w:rsid w:val="3AE422AB"/>
    <w:rsid w:val="3B302746"/>
    <w:rsid w:val="3C4017C2"/>
    <w:rsid w:val="3C7B3647"/>
    <w:rsid w:val="3CDC552D"/>
    <w:rsid w:val="3D8D000C"/>
    <w:rsid w:val="3DC213DF"/>
    <w:rsid w:val="3F4D0EE6"/>
    <w:rsid w:val="40046DB6"/>
    <w:rsid w:val="40063B98"/>
    <w:rsid w:val="401D732F"/>
    <w:rsid w:val="40495906"/>
    <w:rsid w:val="41A67DC1"/>
    <w:rsid w:val="41BB3EF9"/>
    <w:rsid w:val="455D3B93"/>
    <w:rsid w:val="45CD3A13"/>
    <w:rsid w:val="49062983"/>
    <w:rsid w:val="49533D78"/>
    <w:rsid w:val="4A8650A4"/>
    <w:rsid w:val="4B467088"/>
    <w:rsid w:val="4FB30DD1"/>
    <w:rsid w:val="50F54C60"/>
    <w:rsid w:val="516B6CF5"/>
    <w:rsid w:val="51DD29DF"/>
    <w:rsid w:val="52BA10C9"/>
    <w:rsid w:val="534C0638"/>
    <w:rsid w:val="539F57AC"/>
    <w:rsid w:val="57121CF5"/>
    <w:rsid w:val="57362E01"/>
    <w:rsid w:val="5949510A"/>
    <w:rsid w:val="59A57A22"/>
    <w:rsid w:val="5A47502D"/>
    <w:rsid w:val="5B2263CA"/>
    <w:rsid w:val="5B3B333C"/>
    <w:rsid w:val="5C55730B"/>
    <w:rsid w:val="5D350B78"/>
    <w:rsid w:val="5F715F24"/>
    <w:rsid w:val="605C13A4"/>
    <w:rsid w:val="610466BA"/>
    <w:rsid w:val="61782DF6"/>
    <w:rsid w:val="620D321D"/>
    <w:rsid w:val="62B05329"/>
    <w:rsid w:val="63730FC6"/>
    <w:rsid w:val="63A01FFC"/>
    <w:rsid w:val="63A72ACD"/>
    <w:rsid w:val="64777211"/>
    <w:rsid w:val="6481772F"/>
    <w:rsid w:val="64E4439D"/>
    <w:rsid w:val="669A46E2"/>
    <w:rsid w:val="671D1438"/>
    <w:rsid w:val="675E1344"/>
    <w:rsid w:val="693C4CB6"/>
    <w:rsid w:val="69A049DA"/>
    <w:rsid w:val="6AC41FD2"/>
    <w:rsid w:val="6FBE19E1"/>
    <w:rsid w:val="71D85903"/>
    <w:rsid w:val="723E077B"/>
    <w:rsid w:val="72C7535F"/>
    <w:rsid w:val="736C596A"/>
    <w:rsid w:val="740116E1"/>
    <w:rsid w:val="74820216"/>
    <w:rsid w:val="754F3399"/>
    <w:rsid w:val="75F0310B"/>
    <w:rsid w:val="7795123D"/>
    <w:rsid w:val="783223C0"/>
    <w:rsid w:val="78A06277"/>
    <w:rsid w:val="7A277378"/>
    <w:rsid w:val="7B59516B"/>
    <w:rsid w:val="7D5F203D"/>
    <w:rsid w:val="7DA008A8"/>
    <w:rsid w:val="7FDA7EB8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177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2024-10-18T18:18:25Z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1033-12.2.0.18607</vt:lpwstr>
  </property>
  <property fmtid="{D5CDD505-2E9C-101B-9397-08002B2CF9AE}" pid="5" name="ICV">
    <vt:lpwstr>81FCCA6C5F074C3DA567D819F116B4B3_13</vt:lpwstr>
  </property>
</Properties>
</file>