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AC246D">
      <w:pPr>
        <w:spacing w:before="0" w:line="100" w:lineRule="exact"/>
        <w:rPr>
          <w:sz w:val="10"/>
          <w:szCs w:val="10"/>
        </w:rPr>
      </w:pPr>
    </w:p>
    <w:p w14:paraId="53997F8F">
      <w:pPr>
        <w:spacing w:before="53"/>
        <w:ind w:left="3841" w:right="1801" w:hanging="1026"/>
        <w:jc w:val="left"/>
        <w:rPr>
          <w:rFonts w:ascii="Times New Roman" w:hAnsi="Times New Roman" w:eastAsia="Times New Roman" w:cs="Times New Roman"/>
          <w:sz w:val="36"/>
          <w:szCs w:val="36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1612265</wp:posOffset>
            </wp:positionH>
            <wp:positionV relativeFrom="paragraph">
              <wp:posOffset>-11430</wp:posOffset>
            </wp:positionV>
            <wp:extent cx="852805" cy="615315"/>
            <wp:effectExtent l="0" t="0" r="4445" b="13335"/>
            <wp:wrapNone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2805" cy="61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5674995</wp:posOffset>
            </wp:positionH>
            <wp:positionV relativeFrom="paragraph">
              <wp:posOffset>0</wp:posOffset>
            </wp:positionV>
            <wp:extent cx="487045" cy="584835"/>
            <wp:effectExtent l="0" t="0" r="8255" b="5715"/>
            <wp:wrapNone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704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>H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E</w:t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>AD</w:t>
      </w:r>
      <w:r>
        <w:rPr>
          <w:rFonts w:ascii="Times New Roman" w:hAnsi="Times New Roman" w:eastAsia="Times New Roman" w:cs="Times New Roman"/>
          <w:color w:val="1F487C"/>
          <w:spacing w:val="3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O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FFI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CE</w:t>
      </w:r>
      <w:r>
        <w:rPr>
          <w:rFonts w:ascii="Times New Roman" w:hAnsi="Times New Roman" w:eastAsia="Times New Roman" w:cs="Times New Roman"/>
          <w:color w:val="1F487C"/>
          <w:spacing w:val="5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3"/>
          <w:w w:val="85"/>
          <w:sz w:val="36"/>
          <w:szCs w:val="36"/>
        </w:rPr>
        <w:t>O</w:t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>F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 xml:space="preserve"> CR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I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C</w:t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–</w:t>
      </w:r>
      <w:r>
        <w:rPr>
          <w:rFonts w:ascii="Times New Roman" w:hAnsi="Times New Roman" w:eastAsia="Times New Roman" w:cs="Times New Roman"/>
          <w:color w:val="1F487C"/>
          <w:spacing w:val="4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CCCC</w:t>
      </w:r>
      <w:r>
        <w:rPr>
          <w:rFonts w:ascii="Times New Roman" w:hAnsi="Times New Roman" w:eastAsia="Times New Roman" w:cs="Times New Roman"/>
          <w:color w:val="1F487C"/>
          <w:spacing w:val="27"/>
          <w:w w:val="86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J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O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I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NT</w:t>
      </w:r>
      <w:r>
        <w:rPr>
          <w:rFonts w:ascii="Times New Roman" w:hAnsi="Times New Roman" w:eastAsia="Times New Roman" w:cs="Times New Roman"/>
          <w:color w:val="1F487C"/>
          <w:spacing w:val="-15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VENTURE</w:t>
      </w:r>
    </w:p>
    <w:p w14:paraId="4E115BFE">
      <w:pPr>
        <w:tabs>
          <w:tab w:val="left" w:pos="4956"/>
          <w:tab w:val="left" w:pos="7128"/>
        </w:tabs>
        <w:spacing w:before="79"/>
        <w:ind w:right="0" w:firstLine="440" w:firstLineChars="20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864235</wp:posOffset>
                </wp:positionH>
                <wp:positionV relativeFrom="paragraph">
                  <wp:posOffset>198120</wp:posOffset>
                </wp:positionV>
                <wp:extent cx="6179820" cy="38100"/>
                <wp:effectExtent l="0" t="0" r="0" b="0"/>
                <wp:wrapNone/>
                <wp:docPr id="7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9820" cy="38100"/>
                          <a:chOff x="1362" y="312"/>
                          <a:chExt cx="9732" cy="60"/>
                        </a:xfrm>
                      </wpg:grpSpPr>
                      <wpg:grpSp>
                        <wpg:cNvPr id="4" name="Group 7"/>
                        <wpg:cNvGrpSpPr/>
                        <wpg:grpSpPr>
                          <a:xfrm>
                            <a:off x="1392" y="349"/>
                            <a:ext cx="9668" cy="2"/>
                            <a:chOff x="1392" y="349"/>
                            <a:chExt cx="9668" cy="2"/>
                          </a:xfrm>
                        </wpg:grpSpPr>
                        <wps:wsp>
                          <wps:cNvPr id="3" name="FreeForm 8"/>
                          <wps:cNvSpPr/>
                          <wps:spPr>
                            <a:xfrm>
                              <a:off x="1392" y="349"/>
                              <a:ext cx="9668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7" y="0"/>
                                  </a:lnTo>
                                </a:path>
                              </a:pathLst>
                            </a:custGeom>
                            <a:noFill/>
                            <a:ln w="10414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" name="Group 9"/>
                        <wpg:cNvGrpSpPr/>
                        <wpg:grpSpPr>
                          <a:xfrm>
                            <a:off x="1392" y="342"/>
                            <a:ext cx="9672" cy="2"/>
                            <a:chOff x="1392" y="342"/>
                            <a:chExt cx="9672" cy="2"/>
                          </a:xfrm>
                        </wpg:grpSpPr>
                        <wps:wsp>
                          <wps:cNvPr id="5" name="FreeForm 10"/>
                          <wps:cNvSpPr/>
                          <wps:spPr>
                            <a:xfrm>
                              <a:off x="1392" y="342"/>
                              <a:ext cx="967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72">
                                  <a:moveTo>
                                    <a:pt x="0" y="0"/>
                                  </a:moveTo>
                                  <a:lnTo>
                                    <a:pt x="9672" y="0"/>
                                  </a:lnTo>
                                </a:path>
                              </a:pathLst>
                            </a:custGeom>
                            <a:noFill/>
                            <a:ln w="38100" cap="flat" cmpd="sng">
                              <a:solidFill>
                                <a:srgbClr val="497DBA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6" o:spid="_x0000_s1026" o:spt="203" style="position:absolute;left:0pt;margin-left:68.05pt;margin-top:15.6pt;height:3pt;width:486.6pt;mso-position-horizontal-relative:page;z-index:-251657216;mso-width-relative:page;mso-height-relative:page;" coordorigin="1362,312" coordsize="9732,60" o:gfxdata="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AAAAAGRycy9QSwECFAAUAAAACACH&#10;TuJAA3hkwNkAAAAKAQAADwAAAAAAAAABACAAAAAiAAAAZHJzL2Rvd25yZXYueG1sUEsBAhQAFAAA&#10;AAgAh07iQOoygegLAwAAogoAAA4AAAAAAAAAAQAgAAAAKAEAAGRycy9lMm9Eb2MueG1sUEsFBgAA&#10;AAAGAAYAWQEAAKUGAAAAAA==&#10;">
                <o:lock v:ext="edit" aspectratio="f"/>
                <v:group id="Group 7" o:spid="_x0000_s1026" o:spt="203" style="position:absolute;left:1392;top:349;height:2;width:9668;" coordorigin="1392,349" coordsize="9668,2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shape id="FreeForm 8" o:spid="_x0000_s1026" o:spt="100" style="position:absolute;left:1392;top:349;height:2;width:9668;" filled="f" stroked="t" coordsize="9668,1" o:gfxdata="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NI7RO/&#10;AAAA2gAAAA8AAAAAAAAAAQAgAAAAIgAAAGRycy9kb3ducmV2LnhtbFBLAQIUABQAAAAIAIdO4kAz&#10;LwWeOwAAADkAAAAQAAAAAAAAAAEAIAAAAA4BAABkcnMvc2hhcGV4bWwueG1sUEsFBgAAAAAGAAYA&#10;WwEAALgDAAAAAA==&#10;" path="m0,0l9667,0e">
                    <v:fill on="f" focussize="0,0"/>
                    <v:stroke weight="0.82pt" color="#000000" joinstyle="round"/>
                    <v:imagedata o:title=""/>
                    <o:lock v:ext="edit" aspectratio="f"/>
                  </v:shape>
                </v:group>
                <v:group id="Group 9" o:spid="_x0000_s1026" o:spt="203" style="position:absolute;left:1392;top:342;height:2;width:9672;" coordorigin="1392,342" coordsize="9672,2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10" o:spid="_x0000_s1026" o:spt="100" style="position:absolute;left:1392;top:342;height:2;width:9672;" filled="f" stroked="t" coordsize="9672,1" o:gfxdata="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WPn4vQAA&#10;ANoAAAAPAAAAAAAAAAEAIAAAACIAAABkcnMvZG93bnJldi54bWxQSwECFAAUAAAACACHTuJAMy8F&#10;njsAAAA5AAAAEAAAAAAAAAABACAAAAAMAQAAZHJzL3NoYXBleG1sLnhtbFBLBQYAAAAABgAGAFsB&#10;AAC2AwAAAAA=&#10;" path="m0,0l9672,0e">
                    <v:fill on="f" focussize="0,0"/>
                    <v:stroke weight="3pt" color="#497DBA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Times New Roman"/>
          <w:sz w:val="21"/>
        </w:rPr>
        <w:t>Add: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hint="default" w:ascii="Times New Roman"/>
          <w:sz w:val="21"/>
          <w:lang w:val="en-US"/>
        </w:rPr>
        <w:t>Rajka Mitica 8</w:t>
      </w:r>
      <w:r>
        <w:rPr>
          <w:rFonts w:ascii="Times New Roman"/>
          <w:spacing w:val="-1"/>
          <w:sz w:val="21"/>
        </w:rPr>
        <w:t>,</w:t>
      </w:r>
      <w:r>
        <w:rPr>
          <w:rFonts w:ascii="Times New Roman"/>
          <w:sz w:val="21"/>
        </w:rPr>
        <w:t xml:space="preserve"> </w:t>
      </w:r>
      <w:r>
        <w:rPr>
          <w:rFonts w:ascii="Times New Roman"/>
          <w:spacing w:val="-1"/>
          <w:sz w:val="21"/>
        </w:rPr>
        <w:t>Belgrade</w:t>
      </w:r>
      <w:r>
        <w:rPr>
          <w:rFonts w:ascii="Times New Roman"/>
          <w:sz w:val="21"/>
        </w:rPr>
        <w:t xml:space="preserve"> </w:t>
      </w:r>
      <w:r>
        <w:rPr>
          <w:rFonts w:ascii="Times New Roman"/>
          <w:spacing w:val="-1"/>
          <w:sz w:val="21"/>
        </w:rPr>
        <w:t>110</w:t>
      </w:r>
      <w:r>
        <w:rPr>
          <w:rFonts w:hint="default" w:ascii="Times New Roman"/>
          <w:spacing w:val="-1"/>
          <w:sz w:val="21"/>
          <w:lang w:val="en-US"/>
        </w:rPr>
        <w:t>00            tel</w:t>
      </w:r>
      <w:r>
        <w:rPr>
          <w:rFonts w:ascii="Times New Roman"/>
          <w:sz w:val="21"/>
        </w:rPr>
        <w:t>:</w:t>
      </w:r>
      <w:r>
        <w:rPr>
          <w:rFonts w:hint="default" w:ascii="Times New Roman"/>
          <w:sz w:val="21"/>
          <w:lang w:val="en-US"/>
        </w:rPr>
        <w:t xml:space="preserve">  </w:t>
      </w:r>
      <w:r>
        <w:rPr>
          <w:rFonts w:hint="default" w:eastAsia="Times New Roman"/>
          <w:sz w:val="21"/>
          <w:szCs w:val="24"/>
        </w:rPr>
        <w:t>06688</w:t>
      </w:r>
      <w:r>
        <w:rPr>
          <w:rFonts w:hint="default" w:eastAsia="Times New Roman"/>
          <w:sz w:val="21"/>
          <w:szCs w:val="24"/>
          <w:lang w:val="en-US"/>
        </w:rPr>
        <w:t>8</w:t>
      </w:r>
      <w:r>
        <w:rPr>
          <w:rFonts w:hint="default" w:eastAsia="Times New Roman"/>
          <w:sz w:val="21"/>
          <w:szCs w:val="24"/>
        </w:rPr>
        <w:t xml:space="preserve">9675 </w:t>
      </w:r>
      <w:r>
        <w:rPr>
          <w:rFonts w:hint="default" w:eastAsia="Times New Roman"/>
          <w:sz w:val="21"/>
          <w:szCs w:val="24"/>
          <w:lang w:val="en-US"/>
        </w:rPr>
        <w:t xml:space="preserve">                           e</w:t>
      </w:r>
      <w:r>
        <w:rPr>
          <w:rFonts w:ascii="Times New Roman"/>
          <w:spacing w:val="-1"/>
          <w:sz w:val="21"/>
        </w:rPr>
        <w:t>-mail:</w:t>
      </w:r>
      <w:r>
        <w:rPr>
          <w:rFonts w:ascii="Times New Roman"/>
          <w:spacing w:val="-2"/>
          <w:sz w:val="21"/>
        </w:rPr>
        <w:t xml:space="preserve"> </w:t>
      </w:r>
      <w:r>
        <w:fldChar w:fldCharType="begin"/>
      </w:r>
      <w:r>
        <w:instrText xml:space="preserve"> HYPERLINK "mailto:public@cric.rs" \h </w:instrText>
      </w:r>
      <w:r>
        <w:fldChar w:fldCharType="separate"/>
      </w:r>
      <w:r>
        <w:rPr>
          <w:rFonts w:ascii="Times New Roman"/>
          <w:spacing w:val="-1"/>
          <w:sz w:val="21"/>
        </w:rPr>
        <w:t>public@cric.rs</w:t>
      </w:r>
      <w:r>
        <w:rPr>
          <w:rFonts w:ascii="Times New Roman"/>
          <w:spacing w:val="-1"/>
          <w:sz w:val="21"/>
        </w:rPr>
        <w:fldChar w:fldCharType="end"/>
      </w:r>
    </w:p>
    <w:p w14:paraId="730C89FD">
      <w:pPr>
        <w:spacing w:before="8" w:line="170" w:lineRule="exact"/>
        <w:rPr>
          <w:sz w:val="17"/>
          <w:szCs w:val="17"/>
        </w:rPr>
      </w:pPr>
    </w:p>
    <w:p w14:paraId="7ACED59C">
      <w:pPr>
        <w:spacing w:before="0" w:line="200" w:lineRule="exact"/>
        <w:rPr>
          <w:sz w:val="20"/>
          <w:szCs w:val="20"/>
        </w:rPr>
      </w:pPr>
    </w:p>
    <w:p w14:paraId="48B7A681">
      <w:pPr>
        <w:spacing w:before="0" w:line="200" w:lineRule="exact"/>
        <w:rPr>
          <w:sz w:val="20"/>
          <w:szCs w:val="20"/>
        </w:rPr>
      </w:pPr>
    </w:p>
    <w:p w14:paraId="35209041">
      <w:pPr>
        <w:spacing w:before="0" w:line="200" w:lineRule="exact"/>
        <w:rPr>
          <w:sz w:val="20"/>
          <w:szCs w:val="20"/>
        </w:rPr>
      </w:pPr>
    </w:p>
    <w:p w14:paraId="594F8E5F">
      <w:pPr>
        <w:pStyle w:val="6"/>
        <w:kinsoku w:val="0"/>
        <w:overflowPunct w:val="0"/>
        <w:spacing w:beforeLines="0" w:afterLines="0" w:line="347" w:lineRule="auto"/>
        <w:ind w:firstLine="4"/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</w:pPr>
      <w:r>
        <w:rPr>
          <w:rFonts w:hint="default" w:ascii="Times New Roman Cyr" w:hAnsi="Times New Roman Cyr" w:cs="Times New Roman Cyr"/>
          <w:sz w:val="25"/>
          <w:szCs w:val="24"/>
        </w:rPr>
        <w:t>У</w:t>
      </w:r>
      <w:r>
        <w:rPr>
          <w:rFonts w:hint="default"/>
          <w:spacing w:val="-31"/>
          <w:sz w:val="25"/>
          <w:szCs w:val="24"/>
        </w:rPr>
        <w:t xml:space="preserve"> </w:t>
      </w:r>
      <w:r>
        <w:rPr>
          <w:rFonts w:hint="default"/>
          <w:spacing w:val="-31"/>
          <w:sz w:val="25"/>
          <w:szCs w:val="24"/>
          <w:lang w:val="sr-Cyrl-RS"/>
        </w:rPr>
        <w:t xml:space="preserve"> </w:t>
      </w: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складу</w:t>
      </w:r>
      <w:r>
        <w:rPr>
          <w:rFonts w:hint="default" w:ascii="Times New Roman Cyr" w:hAnsi="Times New Roman Cyr" w:cs="Times New Roman Cyr"/>
          <w:spacing w:val="-1"/>
          <w:sz w:val="25"/>
          <w:szCs w:val="24"/>
          <w:lang w:val="sr-Cyrl-RS"/>
        </w:rPr>
        <w:t xml:space="preserve"> </w:t>
      </w:r>
      <w:r>
        <w:rPr>
          <w:rFonts w:hint="default"/>
          <w:spacing w:val="-23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са</w:t>
      </w:r>
      <w:r>
        <w:rPr>
          <w:rFonts w:hint="default" w:ascii="Times New Roman Cyr" w:hAnsi="Times New Roman Cyr" w:cs="Times New Roman Cyr"/>
          <w:spacing w:val="-1"/>
          <w:sz w:val="25"/>
          <w:szCs w:val="24"/>
          <w:lang w:val="sr-Cyrl-RS"/>
        </w:rPr>
        <w:t xml:space="preserve"> </w:t>
      </w:r>
      <w:r>
        <w:rPr>
          <w:rFonts w:hint="default"/>
          <w:spacing w:val="-29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sz w:val="25"/>
          <w:szCs w:val="24"/>
        </w:rPr>
        <w:t>чланом</w:t>
      </w:r>
      <w:r>
        <w:rPr>
          <w:rFonts w:hint="default"/>
          <w:spacing w:val="-17"/>
          <w:sz w:val="25"/>
          <w:szCs w:val="24"/>
        </w:rPr>
        <w:t xml:space="preserve"> </w:t>
      </w:r>
      <w:r>
        <w:rPr>
          <w:rFonts w:hint="default"/>
          <w:b/>
          <w:spacing w:val="-1"/>
          <w:sz w:val="25"/>
          <w:szCs w:val="24"/>
        </w:rPr>
        <w:t>152.</w:t>
      </w:r>
      <w:r>
        <w:rPr>
          <w:rFonts w:hint="default"/>
          <w:b/>
          <w:spacing w:val="-20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spacing w:val="-1"/>
          <w:sz w:val="25"/>
          <w:szCs w:val="24"/>
        </w:rPr>
        <w:t>Закона</w:t>
      </w:r>
      <w:r>
        <w:rPr>
          <w:rFonts w:hint="default"/>
          <w:b/>
          <w:spacing w:val="-1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sz w:val="25"/>
          <w:szCs w:val="24"/>
        </w:rPr>
        <w:t>о</w:t>
      </w:r>
      <w:r>
        <w:rPr>
          <w:rFonts w:hint="default"/>
          <w:b/>
          <w:spacing w:val="-2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sz w:val="25"/>
          <w:szCs w:val="24"/>
        </w:rPr>
        <w:t>планирању</w:t>
      </w:r>
      <w:r>
        <w:rPr>
          <w:rFonts w:hint="default"/>
          <w:b/>
          <w:spacing w:val="-16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color w:val="131313"/>
          <w:sz w:val="25"/>
          <w:szCs w:val="24"/>
        </w:rPr>
        <w:t>и</w:t>
      </w:r>
      <w:r>
        <w:rPr>
          <w:rFonts w:hint="default"/>
          <w:b/>
          <w:color w:val="131313"/>
          <w:spacing w:val="-24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color w:val="000000"/>
          <w:sz w:val="25"/>
          <w:szCs w:val="24"/>
        </w:rPr>
        <w:t>изградњи</w:t>
      </w:r>
      <w:r>
        <w:rPr>
          <w:rFonts w:hint="default"/>
          <w:b/>
          <w:color w:val="000000"/>
          <w:spacing w:val="-20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("Сл.</w:t>
      </w:r>
      <w:r>
        <w:rPr>
          <w:rFonts w:hint="default"/>
          <w:color w:val="000000"/>
          <w:spacing w:val="-24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гласник</w:t>
      </w:r>
      <w:r>
        <w:rPr>
          <w:rFonts w:hint="default"/>
          <w:color w:val="000000"/>
          <w:spacing w:val="-19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PC",</w:t>
      </w:r>
      <w:r>
        <w:rPr>
          <w:rFonts w:hint="default"/>
          <w:color w:val="000000"/>
          <w:spacing w:val="-24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z w:val="25"/>
          <w:szCs w:val="24"/>
        </w:rPr>
        <w:t>бр.</w:t>
      </w:r>
      <w:r>
        <w:rPr>
          <w:rFonts w:hint="default"/>
          <w:color w:val="000000"/>
          <w:spacing w:val="-29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72/2009,</w:t>
      </w:r>
      <w:r>
        <w:rPr>
          <w:rFonts w:hint="default"/>
          <w:color w:val="000000"/>
          <w:spacing w:val="6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81/2009</w:t>
      </w:r>
      <w:r>
        <w:rPr>
          <w:rFonts w:hint="default"/>
          <w:color w:val="000000"/>
          <w:spacing w:val="-14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—</w:t>
      </w:r>
      <w:r>
        <w:rPr>
          <w:rFonts w:hint="default"/>
          <w:color w:val="000000"/>
          <w:spacing w:val="-12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испр..,</w:t>
      </w:r>
      <w:r>
        <w:rPr>
          <w:rFonts w:hint="default"/>
          <w:color w:val="000000"/>
          <w:spacing w:val="-12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64/2010</w:t>
      </w:r>
      <w:r>
        <w:rPr>
          <w:rFonts w:hint="default"/>
          <w:color w:val="000000"/>
          <w:spacing w:val="-10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-</w:t>
      </w:r>
      <w:r>
        <w:rPr>
          <w:rFonts w:hint="default"/>
          <w:color w:val="000000"/>
          <w:spacing w:val="-1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одлука</w:t>
      </w:r>
      <w:r>
        <w:rPr>
          <w:rFonts w:hint="default"/>
          <w:color w:val="000000"/>
          <w:spacing w:val="-13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-14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24/2011,</w:t>
      </w:r>
      <w:r>
        <w:rPr>
          <w:rFonts w:hint="default"/>
          <w:color w:val="000000"/>
          <w:spacing w:val="-13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121/2012,</w:t>
      </w:r>
      <w:r>
        <w:rPr>
          <w:rFonts w:hint="default"/>
          <w:color w:val="000000"/>
          <w:spacing w:val="-5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42/2013</w:t>
      </w:r>
      <w:r>
        <w:rPr>
          <w:rFonts w:hint="default"/>
          <w:color w:val="000000"/>
          <w:spacing w:val="-10"/>
          <w:sz w:val="25"/>
          <w:szCs w:val="24"/>
        </w:rPr>
        <w:t xml:space="preserve"> </w:t>
      </w:r>
      <w:r>
        <w:rPr>
          <w:rFonts w:hint="default"/>
          <w:color w:val="0B0B0B"/>
          <w:sz w:val="25"/>
          <w:szCs w:val="24"/>
        </w:rPr>
        <w:t>-</w:t>
      </w:r>
      <w:r>
        <w:rPr>
          <w:rFonts w:hint="default"/>
          <w:color w:val="0B0B0B"/>
          <w:spacing w:val="-1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одлука</w:t>
      </w:r>
      <w:r>
        <w:rPr>
          <w:rFonts w:hint="default"/>
          <w:color w:val="000000"/>
          <w:spacing w:val="-11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-7"/>
          <w:sz w:val="25"/>
          <w:szCs w:val="24"/>
        </w:rPr>
        <w:t xml:space="preserve"> </w:t>
      </w:r>
      <w:r>
        <w:rPr>
          <w:rFonts w:hint="default"/>
          <w:color w:val="000000"/>
          <w:spacing w:val="1"/>
          <w:sz w:val="25"/>
          <w:szCs w:val="24"/>
        </w:rPr>
        <w:t>50/2013</w:t>
      </w:r>
      <w:r>
        <w:rPr>
          <w:rFonts w:hint="default"/>
          <w:color w:val="000000"/>
          <w:spacing w:val="65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одлука</w:t>
      </w:r>
      <w:r>
        <w:rPr>
          <w:rFonts w:hint="default"/>
          <w:color w:val="000000"/>
          <w:sz w:val="25"/>
          <w:szCs w:val="24"/>
        </w:rPr>
        <w:t xml:space="preserve"> </w:t>
      </w:r>
      <w:r>
        <w:rPr>
          <w:rFonts w:hint="default"/>
          <w:color w:val="000000"/>
          <w:spacing w:val="60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98/2013</w:t>
      </w:r>
      <w:r>
        <w:rPr>
          <w:rFonts w:hint="default"/>
          <w:color w:val="000000"/>
          <w:spacing w:val="-3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-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 xml:space="preserve"> одлука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132/2014,</w:t>
      </w:r>
      <w:r>
        <w:rPr>
          <w:rFonts w:hint="default"/>
          <w:color w:val="000000"/>
          <w:spacing w:val="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145/2014,</w:t>
      </w:r>
      <w:r>
        <w:rPr>
          <w:rFonts w:hint="default"/>
          <w:color w:val="000000"/>
          <w:spacing w:val="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83/2018,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/>
          <w:color w:val="0E0E0E"/>
          <w:spacing w:val="-1"/>
          <w:sz w:val="25"/>
          <w:szCs w:val="24"/>
        </w:rPr>
        <w:t>3</w:t>
      </w:r>
      <w:r>
        <w:rPr>
          <w:rFonts w:hint="default"/>
          <w:color w:val="000000"/>
          <w:spacing w:val="-1"/>
          <w:sz w:val="25"/>
          <w:szCs w:val="24"/>
        </w:rPr>
        <w:t>1/2019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i</w:t>
      </w:r>
      <w:r>
        <w:rPr>
          <w:rFonts w:hint="default"/>
          <w:color w:val="000000"/>
          <w:spacing w:val="-1"/>
          <w:sz w:val="25"/>
          <w:szCs w:val="24"/>
        </w:rPr>
        <w:t xml:space="preserve"> </w:t>
      </w:r>
      <w:r>
        <w:rPr>
          <w:rFonts w:hint="default"/>
          <w:color w:val="000000"/>
          <w:spacing w:val="1"/>
          <w:sz w:val="25"/>
          <w:szCs w:val="24"/>
        </w:rPr>
        <w:t>37/2019</w:t>
      </w:r>
      <w:r>
        <w:rPr>
          <w:rFonts w:hint="default"/>
          <w:color w:val="000000"/>
          <w:spacing w:val="4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-</w:t>
      </w:r>
      <w:r>
        <w:rPr>
          <w:rFonts w:hint="default"/>
          <w:color w:val="000000"/>
          <w:spacing w:val="-3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др.</w:t>
      </w:r>
    </w:p>
    <w:p w14:paraId="0F4AF7AF">
      <w:pPr>
        <w:pStyle w:val="6"/>
        <w:kinsoku w:val="0"/>
        <w:overflowPunct w:val="0"/>
        <w:spacing w:before="6" w:beforeLines="0" w:afterLines="0"/>
        <w:ind w:left="116" w:right="1913"/>
        <w:rPr>
          <w:rFonts w:hint="default"/>
          <w:sz w:val="25"/>
          <w:szCs w:val="24"/>
        </w:rPr>
      </w:pP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Закон,</w:t>
      </w:r>
      <w:r>
        <w:rPr>
          <w:rFonts w:hint="default"/>
          <w:spacing w:val="-4"/>
          <w:sz w:val="25"/>
          <w:szCs w:val="24"/>
        </w:rPr>
        <w:t xml:space="preserve"> </w:t>
      </w:r>
      <w:r>
        <w:rPr>
          <w:rFonts w:hint="default"/>
          <w:spacing w:val="-1"/>
          <w:sz w:val="25"/>
          <w:szCs w:val="24"/>
        </w:rPr>
        <w:t>9/2020,</w:t>
      </w:r>
      <w:r>
        <w:rPr>
          <w:rFonts w:hint="default"/>
          <w:spacing w:val="-2"/>
          <w:sz w:val="25"/>
          <w:szCs w:val="24"/>
        </w:rPr>
        <w:t xml:space="preserve"> </w:t>
      </w:r>
      <w:r>
        <w:rPr>
          <w:rFonts w:hint="default"/>
          <w:spacing w:val="-1"/>
          <w:sz w:val="25"/>
          <w:szCs w:val="24"/>
        </w:rPr>
        <w:t>52/2021</w:t>
      </w:r>
      <w:r>
        <w:rPr>
          <w:rFonts w:hint="default"/>
          <w:spacing w:val="-1"/>
          <w:sz w:val="25"/>
          <w:szCs w:val="24"/>
          <w:lang w:val="sr-Latn-RS"/>
        </w:rPr>
        <w:t xml:space="preserve"> </w:t>
      </w:r>
      <w:r>
        <w:rPr>
          <w:rFonts w:hint="default"/>
          <w:spacing w:val="-1"/>
          <w:sz w:val="25"/>
          <w:szCs w:val="24"/>
          <w:lang w:val="sr-Cyrl-RS"/>
        </w:rPr>
        <w:t>и 62</w:t>
      </w:r>
      <w:r>
        <w:rPr>
          <w:rFonts w:hint="default"/>
          <w:spacing w:val="-1"/>
          <w:sz w:val="25"/>
          <w:szCs w:val="24"/>
        </w:rPr>
        <w:t>/23)</w:t>
      </w:r>
      <w:r>
        <w:rPr>
          <w:rFonts w:hint="default"/>
          <w:spacing w:val="35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подносим:</w:t>
      </w:r>
    </w:p>
    <w:p w14:paraId="63190E3A">
      <w:pPr>
        <w:spacing w:before="0" w:line="240" w:lineRule="exact"/>
        <w:rPr>
          <w:sz w:val="24"/>
          <w:szCs w:val="24"/>
        </w:rPr>
      </w:pPr>
    </w:p>
    <w:p w14:paraId="27568E44">
      <w:pPr>
        <w:spacing w:before="0" w:line="240" w:lineRule="exact"/>
        <w:rPr>
          <w:sz w:val="24"/>
          <w:szCs w:val="24"/>
        </w:rPr>
      </w:pPr>
      <w:bookmarkStart w:id="0" w:name="_GoBack"/>
      <w:bookmarkEnd w:id="0"/>
    </w:p>
    <w:p w14:paraId="51825181">
      <w:pPr>
        <w:spacing w:before="5" w:line="300" w:lineRule="exact"/>
        <w:rPr>
          <w:sz w:val="30"/>
          <w:szCs w:val="30"/>
        </w:rPr>
      </w:pPr>
    </w:p>
    <w:p w14:paraId="432E5595">
      <w:pPr>
        <w:spacing w:before="0"/>
        <w:ind w:left="1856" w:right="289" w:firstLine="0"/>
        <w:jc w:val="left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/>
          <w:b/>
          <w:spacing w:val="-1"/>
          <w:sz w:val="25"/>
        </w:rPr>
        <w:t>Изјава</w:t>
      </w:r>
      <w:r>
        <w:rPr>
          <w:rFonts w:ascii="Times New Roman" w:hAnsi="Times New Roman"/>
          <w:b/>
          <w:spacing w:val="-3"/>
          <w:sz w:val="25"/>
        </w:rPr>
        <w:t xml:space="preserve"> </w:t>
      </w:r>
      <w:r>
        <w:rPr>
          <w:rFonts w:ascii="Times New Roman" w:hAnsi="Times New Roman"/>
          <w:b/>
          <w:sz w:val="25"/>
        </w:rPr>
        <w:t>о</w:t>
      </w:r>
      <w:r>
        <w:rPr>
          <w:rFonts w:ascii="Times New Roman" w:hAnsi="Times New Roman"/>
          <w:b/>
          <w:spacing w:val="-3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завршетку</w:t>
      </w:r>
      <w:r>
        <w:rPr>
          <w:rFonts w:ascii="Times New Roman" w:hAnsi="Times New Roman"/>
          <w:b/>
          <w:spacing w:val="-2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објекта</w:t>
      </w:r>
      <w:r>
        <w:rPr>
          <w:rFonts w:ascii="Times New Roman" w:hAnsi="Times New Roman"/>
          <w:b/>
          <w:spacing w:val="-5"/>
          <w:sz w:val="25"/>
        </w:rPr>
        <w:t xml:space="preserve"> </w:t>
      </w:r>
      <w:r>
        <w:rPr>
          <w:rFonts w:ascii="Times New Roman" w:hAnsi="Times New Roman"/>
          <w:b/>
          <w:sz w:val="25"/>
        </w:rPr>
        <w:t>у</w:t>
      </w:r>
      <w:r>
        <w:rPr>
          <w:rFonts w:ascii="Times New Roman" w:hAnsi="Times New Roman"/>
          <w:b/>
          <w:spacing w:val="1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конструктивном</w:t>
      </w:r>
      <w:r>
        <w:rPr>
          <w:rFonts w:ascii="Times New Roman" w:hAnsi="Times New Roman"/>
          <w:b/>
          <w:spacing w:val="-5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смислу</w:t>
      </w:r>
    </w:p>
    <w:p w14:paraId="0E1EA3C4">
      <w:pPr>
        <w:spacing w:before="16" w:line="320" w:lineRule="exact"/>
        <w:rPr>
          <w:sz w:val="32"/>
          <w:szCs w:val="32"/>
        </w:rPr>
      </w:pPr>
    </w:p>
    <w:p w14:paraId="17EAB6A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right="0"/>
        <w:jc w:val="left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Овим</w:t>
      </w:r>
      <w:r>
        <w:rPr>
          <w:rFonts w:hint="default"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путем</w:t>
      </w:r>
      <w:r>
        <w:rPr>
          <w:rFonts w:hint="default"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Извођач</w:t>
      </w:r>
      <w:r>
        <w:rPr>
          <w:rFonts w:hint="default"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радова</w:t>
      </w:r>
      <w:r>
        <w:rPr>
          <w:rFonts w:hint="default"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изјављује</w:t>
      </w:r>
      <w:r>
        <w:rPr>
          <w:rFonts w:hint="default"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да</w:t>
      </w:r>
      <w:r>
        <w:rPr>
          <w:rFonts w:hint="default"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је</w:t>
      </w:r>
      <w:r>
        <w:rPr>
          <w:rFonts w:hint="default"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завршена</w:t>
      </w:r>
      <w:r>
        <w:rPr>
          <w:rFonts w:hint="default"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израда</w:t>
      </w:r>
      <w:r>
        <w:rPr>
          <w:rFonts w:hint="default"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објекта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конструктивном</w:t>
      </w:r>
      <w:r>
        <w:rPr>
          <w:rFonts w:hint="default" w:ascii="Times New Roman" w:hAnsi="Times New Roman" w:cs="Times New Roman"/>
          <w:spacing w:val="90"/>
          <w:w w:val="9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смислу</w:t>
      </w:r>
      <w:r>
        <w:rPr>
          <w:rFonts w:hint="default" w:ascii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</w:t>
      </w:r>
      <w:r>
        <w:rPr>
          <w:rFonts w:hint="default" w:ascii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деоници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  <w:t xml:space="preserve"> Степановићево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 xml:space="preserve">- 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  <w:t>Врбас Нова од км 96+904</w:t>
      </w:r>
      <w:r>
        <w:rPr>
          <w:rFonts w:hint="default" w:ascii="Times New Roman" w:hAnsi="Times New Roman" w:cs="Times New Roman"/>
          <w:spacing w:val="-4"/>
          <w:sz w:val="24"/>
          <w:szCs w:val="24"/>
          <w:lang w:val="sr-Cyrl-RS"/>
        </w:rPr>
        <w:t xml:space="preserve">(укључиво) до </w:t>
      </w:r>
      <w:r>
        <w:rPr>
          <w:rFonts w:hint="default" w:ascii="Times New Roman" w:hAnsi="Times New Roman"/>
          <w:spacing w:val="-4"/>
          <w:sz w:val="24"/>
          <w:szCs w:val="24"/>
          <w:lang w:val="sr-Cyrl-RS"/>
        </w:rPr>
        <w:t>112+982</w:t>
      </w:r>
      <w:r>
        <w:rPr>
          <w:rFonts w:hint="default" w:ascii="Times New Roman" w:hAnsi="Times New Roman" w:cs="Times New Roman"/>
          <w:spacing w:val="-4"/>
          <w:sz w:val="24"/>
          <w:szCs w:val="24"/>
          <w:lang w:val="sr-Cyrl-RS"/>
        </w:rPr>
        <w:t xml:space="preserve">(искључиво).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  <w:t xml:space="preserve"> </w:t>
      </w:r>
    </w:p>
    <w:p w14:paraId="2144579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right="0"/>
        <w:jc w:val="left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  <w:t>Објекат на наведеној деоници представља линијску инфраструктуру која обухвата железничку пругу, контактну мрежу, зидове против буке, приступне и сервисне саобраћајнице.</w:t>
      </w:r>
    </w:p>
    <w:p w14:paraId="76700A7D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 w:val="0"/>
          <w:bCs w:val="0"/>
          <w:spacing w:val="-1"/>
          <w:sz w:val="24"/>
          <w:szCs w:val="24"/>
        </w:rPr>
        <w:t>Инвеститор</w:t>
      </w:r>
      <w:r>
        <w:rPr>
          <w:rFonts w:hint="default" w:ascii="Times New Roman" w:hAnsi="Times New Roman" w:eastAsia="Times New Roman" w:cs="Times New Roman"/>
          <w:b w:val="0"/>
          <w:bCs w:val="0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</w:rPr>
        <w:t>изградње</w:t>
      </w:r>
      <w:r>
        <w:rPr>
          <w:rFonts w:hint="default" w:ascii="Times New Roman" w:hAnsi="Times New Roman" w:eastAsia="Times New Roman" w:cs="Times New Roman"/>
          <w:b w:val="0"/>
          <w:bCs w:val="0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pacing w:val="-1"/>
          <w:sz w:val="24"/>
          <w:szCs w:val="24"/>
        </w:rPr>
        <w:t>је:</w:t>
      </w: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pacing w:val="5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Акционарско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друштво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за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управљање јавном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железничком</w:t>
      </w:r>
      <w:r>
        <w:rPr>
          <w:rFonts w:hint="default" w:ascii="Times New Roman" w:hAnsi="Times New Roman" w:cs="Times New Roman"/>
          <w:spacing w:val="8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инфраструктуром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„Инфраструктура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железнице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Србије“;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Немањина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6,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Београд.</w:t>
      </w:r>
    </w:p>
    <w:p w14:paraId="714C32F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Извођач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радова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је: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ab/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 xml:space="preserve">China Railway International Co., LTD. Serbia Ogranak  Beograd, 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  <w:lang w:val="sr-Cyrl-RS"/>
        </w:rPr>
        <w:t>Рајка Митића 8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  <w:lang w:val="sr-Cyrl-RS"/>
        </w:rPr>
        <w:t>Савски Венац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 xml:space="preserve"> 110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  <w:lang w:val="sr-Cyrl-RS"/>
        </w:rPr>
        <w:t>00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>.</w:t>
      </w:r>
    </w:p>
    <w:p w14:paraId="6BEFA8F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+Body" w:cs="Times New Roman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Радови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изводе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основу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грађевинске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дозволе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број: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  <w:lang w:eastAsia="zh-CN"/>
        </w:rPr>
        <w:t>ROP-MSGI-27315-CPI-2/2021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;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 w:eastAsia="zh-CN"/>
        </w:rPr>
        <w:t xml:space="preserve"> (бр. 351-02-03590/2021-07)</w:t>
      </w:r>
      <w:r>
        <w:rPr>
          <w:rFonts w:hint="default" w:ascii="Times New Roman" w:hAnsi="Times New Roman" w:cs="Times New Roman"/>
          <w:sz w:val="24"/>
          <w:szCs w:val="24"/>
        </w:rPr>
        <w:t xml:space="preserve"> датума 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26.10.2021</w:t>
      </w:r>
      <w:r>
        <w:rPr>
          <w:rFonts w:hint="default" w:ascii="Times New Roman" w:hAnsi="Times New Roman" w:cs="Times New Roman"/>
          <w:sz w:val="24"/>
          <w:szCs w:val="24"/>
          <w:lang w:val="sr-Cyrl-RS" w:eastAsia="zh-CN"/>
        </w:rPr>
        <w:t xml:space="preserve"> године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потврђеног пројекта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за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извођење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број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2020-001-ГС-0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  <w:t xml:space="preserve">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 xml:space="preserve">урађеног од стране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>к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eastAsia="zh-CN"/>
        </w:rPr>
        <w:t>онзорцијум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 w:eastAsia="zh-CN"/>
        </w:rPr>
        <w:t>а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eastAsia="zh-CN"/>
        </w:rPr>
        <w:t xml:space="preserve"> фирми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>Саобраћајн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 xml:space="preserve">ог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 xml:space="preserve"> институт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>а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 xml:space="preserve">  ЦИП и CHINA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>RAILWAY DESIGN CORPORATION SERBIA OGRANAK BEOGRAD-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>SAVSKI VENAC (за деоницу пруге Нови Сад - Суботица).</w:t>
      </w:r>
    </w:p>
    <w:p w14:paraId="5E411276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Инвеститор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изградње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је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пријавио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радове,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а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надлежни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орган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потврдио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пријаву радова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број:</w:t>
      </w:r>
      <w:r>
        <w:rPr>
          <w:rFonts w:hint="default" w:ascii="Times New Roman" w:hAnsi="Times New Roman" w:cs="Times New Roman"/>
          <w:spacing w:val="89"/>
          <w:w w:val="99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/>
        </w:rPr>
        <w:t>ROP-MSGI-27315-WA-67/2024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од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3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/>
        </w:rPr>
        <w:t xml:space="preserve">06.03.2024. године; ROP-MSGI-27315-WA-3/2022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/>
        </w:rPr>
        <w:t xml:space="preserve">од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/>
        </w:rPr>
        <w:t>25.03.2022. године;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/>
        </w:rPr>
        <w:t xml:space="preserve"> ROP-MSGI-27315-WA-80/2024 од 09.04.2024. године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/>
        </w:rPr>
        <w:t>;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/>
        </w:rPr>
        <w:t>ROP-MSGI-27315-WA-3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/>
        </w:rPr>
        <w:t>6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/>
        </w:rPr>
        <w:t>/202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/>
        </w:rPr>
        <w:t>3 од 16.11.2023 године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/>
        </w:rPr>
        <w:t xml:space="preserve">; ROP-MSGI-27315-WA-4/2022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/>
        </w:rPr>
        <w:t xml:space="preserve">од 26.04.2022 године; </w:t>
      </w:r>
      <w:r>
        <w:rPr>
          <w:rFonts w:hint="default" w:ascii="Times New Roman" w:hAnsi="Times New Roman" w:eastAsia="SimSun"/>
          <w:color w:val="000000"/>
          <w:kern w:val="0"/>
          <w:sz w:val="24"/>
          <w:szCs w:val="24"/>
          <w:lang w:val="sr-Cyrl-RS" w:eastAsia="zh-CN"/>
        </w:rPr>
        <w:t>ROP-MSGI-27315-WA-83/2024, 09.04.2024 године; ROP-MSGI-17479-WA-1/2023, 13.07.2023 године; ROP-MSGI-27315-WA-42/2023, 24.11.2023 године.</w:t>
      </w:r>
    </w:p>
    <w:p w14:paraId="6AEA8B1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Сви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радови</w:t>
      </w:r>
      <w:r>
        <w:rPr>
          <w:rFonts w:hint="default"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3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pacing w:val="-2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изради</w:t>
      </w:r>
      <w:r>
        <w:rPr>
          <w:rFonts w:hint="default"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5"/>
          <w:sz w:val="24"/>
          <w:szCs w:val="24"/>
        </w:rPr>
        <w:t>о</w:t>
      </w:r>
      <w:r>
        <w:rPr>
          <w:rFonts w:hint="default" w:ascii="Times New Roman" w:hAnsi="Times New Roman" w:cs="Times New Roman"/>
          <w:spacing w:val="-16"/>
          <w:sz w:val="24"/>
          <w:szCs w:val="24"/>
        </w:rPr>
        <w:t>бјека</w:t>
      </w:r>
      <w:r>
        <w:rPr>
          <w:rFonts w:hint="default" w:ascii="Times New Roman" w:hAnsi="Times New Roman" w:cs="Times New Roman"/>
          <w:spacing w:val="-15"/>
          <w:sz w:val="24"/>
          <w:szCs w:val="24"/>
        </w:rPr>
        <w:t>т</w:t>
      </w:r>
      <w:r>
        <w:rPr>
          <w:rFonts w:hint="default" w:ascii="Times New Roman" w:hAnsi="Times New Roman" w:cs="Times New Roman"/>
          <w:spacing w:val="-16"/>
          <w:sz w:val="24"/>
          <w:szCs w:val="24"/>
        </w:rPr>
        <w:t>а</w:t>
      </w:r>
      <w:r>
        <w:rPr>
          <w:rFonts w:hint="default"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конструктивном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смислу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су</w:t>
      </w:r>
      <w:r>
        <w:rPr>
          <w:rFonts w:hint="default"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изведени</w:t>
      </w:r>
      <w:r>
        <w:rPr>
          <w:rFonts w:hint="default"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</w:t>
      </w:r>
      <w:r>
        <w:rPr>
          <w:rFonts w:hint="default" w:ascii="Times New Roman" w:hAnsi="Times New Roman" w:cs="Times New Roman"/>
          <w:spacing w:val="-2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складу</w:t>
      </w:r>
      <w:r>
        <w:rPr>
          <w:rFonts w:hint="default"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са</w:t>
      </w:r>
      <w:r>
        <w:rPr>
          <w:rFonts w:hint="default"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издатом</w:t>
      </w:r>
      <w:r>
        <w:rPr>
          <w:rFonts w:hint="default" w:ascii="Times New Roman" w:hAnsi="Times New Roman" w:cs="Times New Roman"/>
          <w:spacing w:val="77"/>
          <w:w w:val="9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грађевинском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дозволом,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пројектном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документацијом,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прописима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правилима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струке.</w:t>
      </w:r>
    </w:p>
    <w:p w14:paraId="5AEAC4B5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pacing w:val="-1"/>
          <w:sz w:val="24"/>
          <w:szCs w:val="24"/>
        </w:rPr>
      </w:pPr>
    </w:p>
    <w:p w14:paraId="0AF9C275">
      <w:pPr>
        <w:spacing w:before="8" w:line="280" w:lineRule="exact"/>
        <w:rPr>
          <w:rFonts w:hint="default" w:ascii="Times New Roman" w:hAnsi="Times New Roman" w:cs="Times New Roman"/>
          <w:sz w:val="24"/>
          <w:szCs w:val="24"/>
        </w:rPr>
      </w:pPr>
    </w:p>
    <w:p w14:paraId="2EDB6893">
      <w:pPr>
        <w:spacing w:before="0"/>
        <w:ind w:left="0" w:right="160" w:firstLine="0"/>
        <w:jc w:val="center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Извођач 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радова:</w:t>
      </w:r>
    </w:p>
    <w:p w14:paraId="0B36C5F9">
      <w:pPr>
        <w:spacing w:before="8" w:line="190" w:lineRule="exact"/>
        <w:rPr>
          <w:rFonts w:hint="default" w:ascii="Times New Roman" w:hAnsi="Times New Roman" w:cs="Times New Roman"/>
          <w:sz w:val="24"/>
          <w:szCs w:val="24"/>
        </w:rPr>
      </w:pPr>
    </w:p>
    <w:p w14:paraId="0C8BEEC7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</w:rPr>
      </w:pPr>
    </w:p>
    <w:p w14:paraId="6BA15D09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</w:rPr>
      </w:pPr>
    </w:p>
    <w:p w14:paraId="26410160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</w:rPr>
      </w:pPr>
    </w:p>
    <w:p w14:paraId="713479FB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</w:rPr>
      </w:pPr>
    </w:p>
    <w:p w14:paraId="17CD9367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__________________</w:t>
      </w:r>
    </w:p>
    <w:p w14:paraId="718267E8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</w:t>
      </w:r>
    </w:p>
    <w:p w14:paraId="51B1CF14">
      <w:pPr>
        <w:spacing w:before="0"/>
        <w:ind w:right="159" w:firstLine="6862" w:firstLineChars="2350"/>
        <w:jc w:val="both"/>
        <w:rPr>
          <w:rFonts w:hint="default" w:ascii="Times New Roman" w:hAnsi="Times New Roman" w:cs="Times New Roman"/>
          <w:spacing w:val="26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pacing w:val="26"/>
          <w:sz w:val="24"/>
          <w:szCs w:val="24"/>
          <w:lang w:val="sr-Cyrl-RS"/>
        </w:rPr>
        <w:t>Милан Бановић</w:t>
      </w:r>
    </w:p>
    <w:p w14:paraId="6365B951">
      <w:pPr>
        <w:spacing w:before="0"/>
        <w:ind w:right="159" w:firstLine="6960" w:firstLineChars="2900"/>
        <w:jc w:val="both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JV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CRIC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CCCC</w:t>
      </w:r>
    </w:p>
    <w:p w14:paraId="65AC834B">
      <w:pPr>
        <w:spacing w:before="0"/>
        <w:ind w:right="159"/>
        <w:jc w:val="both"/>
        <w:rPr>
          <w:rFonts w:hint="default" w:ascii="Times New Roman" w:hAnsi="Times New Roman" w:cs="Times New Roman"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</w:t>
      </w:r>
    </w:p>
    <w:sectPr>
      <w:type w:val="continuous"/>
      <w:pgSz w:w="11910" w:h="16840"/>
      <w:pgMar w:top="1060" w:right="720" w:bottom="280" w:left="13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imes New Roman Cyr">
    <w:altName w:val="Times New Roman"/>
    <w:panose1 w:val="00000000000000000000"/>
    <w:charset w:val="CC"/>
    <w:family w:val="roman"/>
    <w:pitch w:val="default"/>
    <w:sig w:usb0="00000000" w:usb1="00000000" w:usb2="00000000" w:usb3="00000000" w:csb0="00000004" w:csb1="00000000"/>
  </w:font>
  <w:font w:name="+Body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25893"/>
    <w:rsid w:val="0190160C"/>
    <w:rsid w:val="021332F5"/>
    <w:rsid w:val="0337437A"/>
    <w:rsid w:val="04884EE2"/>
    <w:rsid w:val="04906F0D"/>
    <w:rsid w:val="06A9177A"/>
    <w:rsid w:val="07D97A97"/>
    <w:rsid w:val="08396925"/>
    <w:rsid w:val="0971670A"/>
    <w:rsid w:val="0A4941EF"/>
    <w:rsid w:val="0AC8253F"/>
    <w:rsid w:val="0B51119F"/>
    <w:rsid w:val="0C190BE7"/>
    <w:rsid w:val="0C9A243A"/>
    <w:rsid w:val="0CB33364"/>
    <w:rsid w:val="0CEC49EE"/>
    <w:rsid w:val="0D213FAD"/>
    <w:rsid w:val="11663318"/>
    <w:rsid w:val="11ED391B"/>
    <w:rsid w:val="11F56BBF"/>
    <w:rsid w:val="12252451"/>
    <w:rsid w:val="14E70D5B"/>
    <w:rsid w:val="14FF2B7F"/>
    <w:rsid w:val="15595B46"/>
    <w:rsid w:val="1A16195D"/>
    <w:rsid w:val="1A7309F2"/>
    <w:rsid w:val="1C5E7298"/>
    <w:rsid w:val="1CDA2465"/>
    <w:rsid w:val="1D324E84"/>
    <w:rsid w:val="1DD94587"/>
    <w:rsid w:val="1E412CB1"/>
    <w:rsid w:val="1EE559BD"/>
    <w:rsid w:val="1EEC7E7C"/>
    <w:rsid w:val="1F275BAD"/>
    <w:rsid w:val="1FF33540"/>
    <w:rsid w:val="20054270"/>
    <w:rsid w:val="205F522A"/>
    <w:rsid w:val="20937887"/>
    <w:rsid w:val="219F1439"/>
    <w:rsid w:val="246F08CD"/>
    <w:rsid w:val="27102AA5"/>
    <w:rsid w:val="27680F35"/>
    <w:rsid w:val="28392DDD"/>
    <w:rsid w:val="2B2960DD"/>
    <w:rsid w:val="2B5F2D34"/>
    <w:rsid w:val="2B623884"/>
    <w:rsid w:val="2C0547C6"/>
    <w:rsid w:val="2D0B6117"/>
    <w:rsid w:val="2D9D6E66"/>
    <w:rsid w:val="2DEC6BE5"/>
    <w:rsid w:val="2E054191"/>
    <w:rsid w:val="2E3647BC"/>
    <w:rsid w:val="2EF8259B"/>
    <w:rsid w:val="2F394E54"/>
    <w:rsid w:val="306D1203"/>
    <w:rsid w:val="31BC5A69"/>
    <w:rsid w:val="31F46A75"/>
    <w:rsid w:val="32273A57"/>
    <w:rsid w:val="32BF57B9"/>
    <w:rsid w:val="32C5265C"/>
    <w:rsid w:val="34397CA4"/>
    <w:rsid w:val="3491064E"/>
    <w:rsid w:val="3553534C"/>
    <w:rsid w:val="360E713C"/>
    <w:rsid w:val="36C7606F"/>
    <w:rsid w:val="383C5BD0"/>
    <w:rsid w:val="398B3757"/>
    <w:rsid w:val="3AE422AB"/>
    <w:rsid w:val="3B302746"/>
    <w:rsid w:val="3C4017C2"/>
    <w:rsid w:val="3C7B3647"/>
    <w:rsid w:val="3CDC552D"/>
    <w:rsid w:val="3D8D000C"/>
    <w:rsid w:val="3DC213DF"/>
    <w:rsid w:val="3E4A03BF"/>
    <w:rsid w:val="3F4D0EE6"/>
    <w:rsid w:val="40046DB6"/>
    <w:rsid w:val="401D732F"/>
    <w:rsid w:val="40954700"/>
    <w:rsid w:val="41A67DC1"/>
    <w:rsid w:val="43CA4243"/>
    <w:rsid w:val="455D3B93"/>
    <w:rsid w:val="49062983"/>
    <w:rsid w:val="49533D78"/>
    <w:rsid w:val="4A8650A4"/>
    <w:rsid w:val="4B467088"/>
    <w:rsid w:val="4FB30DD1"/>
    <w:rsid w:val="50F54C60"/>
    <w:rsid w:val="516B6CF5"/>
    <w:rsid w:val="51DD29DF"/>
    <w:rsid w:val="52BA10C9"/>
    <w:rsid w:val="534C0638"/>
    <w:rsid w:val="539F57AC"/>
    <w:rsid w:val="5A47502D"/>
    <w:rsid w:val="5B2263CA"/>
    <w:rsid w:val="5D350B78"/>
    <w:rsid w:val="5F715F24"/>
    <w:rsid w:val="5FC24A29"/>
    <w:rsid w:val="605C13A4"/>
    <w:rsid w:val="610466BA"/>
    <w:rsid w:val="61782DF6"/>
    <w:rsid w:val="62B05329"/>
    <w:rsid w:val="63730FC6"/>
    <w:rsid w:val="63A01FFC"/>
    <w:rsid w:val="6481772F"/>
    <w:rsid w:val="64E4439D"/>
    <w:rsid w:val="669A46E2"/>
    <w:rsid w:val="671D1438"/>
    <w:rsid w:val="675E1344"/>
    <w:rsid w:val="693C4CB6"/>
    <w:rsid w:val="6FBE19E1"/>
    <w:rsid w:val="700B625D"/>
    <w:rsid w:val="71D85903"/>
    <w:rsid w:val="72C7535F"/>
    <w:rsid w:val="736C596A"/>
    <w:rsid w:val="740116E1"/>
    <w:rsid w:val="74820216"/>
    <w:rsid w:val="754F3399"/>
    <w:rsid w:val="75EF348B"/>
    <w:rsid w:val="75F0310B"/>
    <w:rsid w:val="7795123D"/>
    <w:rsid w:val="78A06277"/>
    <w:rsid w:val="7A277378"/>
    <w:rsid w:val="7A7C6A82"/>
    <w:rsid w:val="7B59516B"/>
    <w:rsid w:val="7D5F203D"/>
    <w:rsid w:val="7DA008A8"/>
    <w:rsid w:val="7DE6101D"/>
    <w:rsid w:val="7FE452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235"/>
      <w:outlineLvl w:val="1"/>
    </w:pPr>
    <w:rPr>
      <w:rFonts w:ascii="Times New Roman" w:hAnsi="Times New Roman" w:eastAsia="Times New Roman"/>
      <w:sz w:val="25"/>
      <w:szCs w:val="25"/>
    </w:rPr>
  </w:style>
  <w:style w:type="paragraph" w:styleId="3">
    <w:name w:val="heading 2"/>
    <w:basedOn w:val="1"/>
    <w:next w:val="1"/>
    <w:qFormat/>
    <w:uiPriority w:val="1"/>
    <w:pPr>
      <w:ind w:left="120"/>
      <w:outlineLvl w:val="2"/>
    </w:pPr>
    <w:rPr>
      <w:rFonts w:ascii="Times New Roman" w:hAnsi="Times New Roman" w:eastAsia="Times New Roman"/>
      <w:b/>
      <w:bCs/>
      <w:sz w:val="24"/>
      <w:szCs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ind w:left="120"/>
    </w:pPr>
    <w:rPr>
      <w:rFonts w:ascii="Times New Roman" w:hAnsi="Times New Roman" w:eastAsia="Times New Roman"/>
      <w:sz w:val="24"/>
      <w:szCs w:val="24"/>
    </w:rPr>
  </w:style>
  <w:style w:type="table" w:customStyle="1" w:styleId="7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TotalTime>41</TotalTime>
  <ScaleCrop>false</ScaleCrop>
  <LinksUpToDate>false</LinksUpToDate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2022-02-10T15:03:00Z</dcterms:created>
  <dc:creator>robin</dc:creator>
  <cp:lastModifiedBy>Lazar Pavlovic</cp:lastModifiedBy>
  <cp:lastPrinted>2024-09-16T08:54:00Z</cp:lastPrinted>
  <dcterms:modified xsi:type="dcterms:W3CDTF">2024-10-11T17:51:43Z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2022-02-09T00:00:00Z</vt:filetime>
  </property>
  <property fmtid="{D5CDD505-2E9C-101B-9397-08002B2CF9AE}" pid="3" name="LastSaved">
    <vt:filetime>2022-02-10T00:00:00Z</vt:filetime>
  </property>
  <property fmtid="{D5CDD505-2E9C-101B-9397-08002B2CF9AE}" pid="4" name="KSOProductBuildVer">
    <vt:lpwstr>1033-12.2.0.18283</vt:lpwstr>
  </property>
  <property fmtid="{D5CDD505-2E9C-101B-9397-08002B2CF9AE}" pid="5" name="ICV">
    <vt:lpwstr>81FCCA6C5F074C3DA567D819F116B4B3_13</vt:lpwstr>
  </property>
</Properties>
</file>